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7A7B0065" w:rsid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5BCB2032" w14:textId="77777777" w:rsidR="00E826B5" w:rsidRPr="000855FF" w:rsidRDefault="00E826B5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0A5A58D7" w14:textId="097B96B2" w:rsidR="00E826B5" w:rsidRPr="00190E0F" w:rsidRDefault="000855FF" w:rsidP="001E695E">
      <w:pPr>
        <w:rPr>
          <w:rFonts w:ascii="Verdana" w:hAnsi="Verdana" w:cs="Arial"/>
          <w:b/>
          <w:color w:val="000000"/>
          <w:spacing w:val="-15"/>
          <w:sz w:val="20"/>
          <w:szCs w:val="20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0430C0" w:rsidRPr="00100951">
        <w:rPr>
          <w:rFonts w:ascii="Verdana" w:hAnsi="Verdana" w:cstheme="minorHAnsi"/>
          <w:b/>
          <w:sz w:val="20"/>
        </w:rPr>
        <w:t>POST/DYS/OB/G</w:t>
      </w:r>
      <w:r w:rsidR="0000425F">
        <w:rPr>
          <w:rFonts w:ascii="Verdana" w:hAnsi="Verdana" w:cstheme="minorHAnsi"/>
          <w:b/>
          <w:sz w:val="20"/>
        </w:rPr>
        <w:t>Z/0</w:t>
      </w:r>
      <w:r w:rsidR="001E695E">
        <w:rPr>
          <w:rFonts w:ascii="Verdana" w:hAnsi="Verdana" w:cstheme="minorHAnsi"/>
          <w:b/>
          <w:sz w:val="20"/>
        </w:rPr>
        <w:t>0118</w:t>
      </w:r>
      <w:r w:rsidR="000430C0" w:rsidRPr="00100951">
        <w:rPr>
          <w:rFonts w:ascii="Verdana" w:hAnsi="Verdana" w:cstheme="minorHAnsi"/>
          <w:b/>
          <w:sz w:val="20"/>
        </w:rPr>
        <w:t>/202</w:t>
      </w:r>
      <w:r w:rsidR="001E695E">
        <w:rPr>
          <w:rFonts w:ascii="Verdana" w:hAnsi="Verdana" w:cstheme="minorHAnsi"/>
          <w:b/>
          <w:sz w:val="20"/>
        </w:rPr>
        <w:t>6</w:t>
      </w:r>
      <w:r w:rsidR="00D7286B">
        <w:rPr>
          <w:rFonts w:cstheme="minorHAnsi"/>
          <w:lang w:eastAsia="pl-PL"/>
        </w:rPr>
        <w:t>,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1E695E" w:rsidRPr="001E695E">
        <w:rPr>
          <w:rFonts w:ascii="Verdana" w:hAnsi="Verdana" w:cs="Arial"/>
          <w:b/>
          <w:i/>
          <w:iCs/>
          <w:color w:val="000000"/>
          <w:spacing w:val="-15"/>
          <w:sz w:val="20"/>
          <w:szCs w:val="20"/>
        </w:rPr>
        <w:t xml:space="preserve">Przebudowa linii SN </w:t>
      </w:r>
      <w:proofErr w:type="spellStart"/>
      <w:r w:rsidR="001E695E" w:rsidRPr="001E695E">
        <w:rPr>
          <w:rFonts w:ascii="Verdana" w:hAnsi="Verdana" w:cs="Arial"/>
          <w:b/>
          <w:i/>
          <w:iCs/>
          <w:color w:val="000000"/>
          <w:spacing w:val="-15"/>
          <w:sz w:val="20"/>
          <w:szCs w:val="20"/>
        </w:rPr>
        <w:t>Prawdziski</w:t>
      </w:r>
      <w:proofErr w:type="spellEnd"/>
      <w:r w:rsidR="001E695E" w:rsidRPr="001E695E">
        <w:rPr>
          <w:rFonts w:ascii="Verdana" w:hAnsi="Verdana" w:cs="Arial"/>
          <w:b/>
          <w:i/>
          <w:iCs/>
          <w:color w:val="000000"/>
          <w:spacing w:val="-15"/>
          <w:sz w:val="20"/>
          <w:szCs w:val="20"/>
        </w:rPr>
        <w:t xml:space="preserve"> na </w:t>
      </w:r>
      <w:proofErr w:type="spellStart"/>
      <w:r w:rsidR="001E695E" w:rsidRPr="001E695E">
        <w:rPr>
          <w:rFonts w:ascii="Verdana" w:hAnsi="Verdana" w:cs="Arial"/>
          <w:b/>
          <w:i/>
          <w:iCs/>
          <w:color w:val="000000"/>
          <w:spacing w:val="-15"/>
          <w:sz w:val="20"/>
          <w:szCs w:val="20"/>
        </w:rPr>
        <w:t>odg</w:t>
      </w:r>
      <w:proofErr w:type="spellEnd"/>
      <w:r w:rsidR="001E695E" w:rsidRPr="001E695E">
        <w:rPr>
          <w:rFonts w:ascii="Verdana" w:hAnsi="Verdana" w:cs="Arial"/>
          <w:b/>
          <w:i/>
          <w:iCs/>
          <w:color w:val="000000"/>
          <w:spacing w:val="-15"/>
          <w:sz w:val="20"/>
          <w:szCs w:val="20"/>
        </w:rPr>
        <w:t>. od OR5-393 do ST 5-982 Grabowo kol. etap 1 SN - dokumentacja 15/5/25 na terenie działalności PGE Dystrybucja S.A. Oddział Białystok Rejonu Energetycznego Ełk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64C1D592" w14:textId="77777777" w:rsidR="00E826B5" w:rsidRDefault="00E826B5" w:rsidP="000430C0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4E2BC6" w:rsidRPr="000855FF" w14:paraId="051445B3" w14:textId="77777777" w:rsidTr="00190E0F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363572E" w14:textId="6743E30C" w:rsidR="004E2BC6" w:rsidRPr="00190E0F" w:rsidRDefault="007817DA" w:rsidP="00190E0F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="Verdana" w:hAnsi="Verdana" w:cstheme="minorHAnsi"/>
                <w:b/>
                <w:sz w:val="16"/>
                <w:szCs w:val="16"/>
                <w:lang w:eastAsia="pl-PL"/>
              </w:rPr>
            </w:pPr>
            <w:r w:rsidRPr="007817DA">
              <w:rPr>
                <w:rFonts w:ascii="Verdana" w:hAnsi="Verdana" w:cstheme="minorHAnsi"/>
                <w:b/>
                <w:sz w:val="16"/>
                <w:szCs w:val="16"/>
                <w:lang w:eastAsia="pl-PL"/>
              </w:rPr>
              <w:t xml:space="preserve">kierownik budowy posiadający uprawnienia budowlane do kierowania robotami w branży elektroenergetycznej (uprawnienia z aktualną przynależnością do właściwej Izby Budownictwa) do kierowania robotami budowlanymi, w zakresie sieci , instalacji urządzeń elektrycznych i elektroenergetycznych, posiadającym ważne świadectwo kwalifikacyjne uprawniające do zajmowania się eksploatacją urządzeń, instalacji i sieci elektroenergetycznych powyżej 1 </w:t>
            </w:r>
            <w:proofErr w:type="spellStart"/>
            <w:r w:rsidRPr="007817DA">
              <w:rPr>
                <w:rFonts w:ascii="Verdana" w:hAnsi="Verdana" w:cstheme="minorHAnsi"/>
                <w:b/>
                <w:sz w:val="16"/>
                <w:szCs w:val="16"/>
                <w:lang w:eastAsia="pl-PL"/>
              </w:rPr>
              <w:t>kV</w:t>
            </w:r>
            <w:proofErr w:type="spellEnd"/>
            <w:r w:rsidRPr="007817DA">
              <w:rPr>
                <w:rFonts w:ascii="Verdana" w:hAnsi="Verdana" w:cstheme="minorHAnsi"/>
                <w:b/>
                <w:sz w:val="16"/>
                <w:szCs w:val="16"/>
                <w:lang w:eastAsia="pl-PL"/>
              </w:rPr>
              <w:t xml:space="preserve"> (grupa „D” i „E”)</w:t>
            </w: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3BD53D34" w:rsidR="004E2BC6" w:rsidRPr="00E826B5" w:rsidRDefault="00E826B5" w:rsidP="00E826B5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E826B5">
              <w:rPr>
                <w:rFonts w:cstheme="minorHAnsi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E826B5" w:rsidRPr="000855FF" w14:paraId="5D2E9713" w14:textId="77777777" w:rsidTr="00190E0F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1C6A81" w14:textId="790554C3" w:rsidR="00E826B5" w:rsidRPr="00E826B5" w:rsidRDefault="00E826B5" w:rsidP="00E826B5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sz w:val="16"/>
                <w:szCs w:val="16"/>
                <w:lang w:eastAsia="pl-PL"/>
              </w:rPr>
            </w:pPr>
            <w:r w:rsidRPr="00E826B5">
              <w:rPr>
                <w:rFonts w:cs="Calibri"/>
                <w:b/>
                <w:color w:val="000000"/>
                <w:sz w:val="16"/>
                <w:szCs w:val="16"/>
              </w:rPr>
              <w:t xml:space="preserve">osoby, posiadające </w:t>
            </w:r>
            <w:r w:rsidR="007817DA" w:rsidRPr="007817DA">
              <w:rPr>
                <w:rFonts w:cs="Calibri"/>
                <w:b/>
                <w:color w:val="000000"/>
                <w:sz w:val="16"/>
                <w:szCs w:val="16"/>
              </w:rPr>
              <w:t xml:space="preserve">świadectwo kwalifikacyjne grupy „E”, uprawniające do wykonywania prac na urządzeniach, instalacjach i sieciach elektroenergetycznych o napięciu powyżej 1 </w:t>
            </w:r>
            <w:proofErr w:type="spellStart"/>
            <w:r w:rsidR="007817DA" w:rsidRPr="007817DA">
              <w:rPr>
                <w:rFonts w:cs="Calibri"/>
                <w:b/>
                <w:color w:val="000000"/>
                <w:sz w:val="16"/>
                <w:szCs w:val="16"/>
              </w:rPr>
              <w:t>kV</w:t>
            </w:r>
            <w:proofErr w:type="spellEnd"/>
            <w:r w:rsidR="007817DA" w:rsidRPr="007817DA">
              <w:rPr>
                <w:rFonts w:cs="Calibri"/>
                <w:b/>
                <w:color w:val="000000"/>
                <w:sz w:val="16"/>
                <w:szCs w:val="16"/>
              </w:rPr>
              <w:t xml:space="preserve"> na stanowisku eksploatacji</w:t>
            </w:r>
          </w:p>
        </w:tc>
      </w:tr>
      <w:tr w:rsidR="0000425F" w:rsidRPr="000855FF" w14:paraId="4A04AE0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118D" w14:textId="18FE7119" w:rsidR="0000425F" w:rsidRPr="00E826B5" w:rsidRDefault="00E826B5" w:rsidP="00E826B5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E826B5">
              <w:rPr>
                <w:rFonts w:cstheme="minorHAnsi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1FF8" w14:textId="77777777" w:rsidR="0000425F" w:rsidRPr="000855FF" w:rsidRDefault="0000425F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34D73" w14:textId="77777777" w:rsidR="0000425F" w:rsidRPr="000855FF" w:rsidRDefault="0000425F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253F" w14:textId="77777777" w:rsidR="0000425F" w:rsidRPr="000855FF" w:rsidRDefault="0000425F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0425F" w:rsidRPr="000855FF" w14:paraId="1B37891F" w14:textId="77777777" w:rsidTr="00190E0F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0ADE4" w14:textId="4DE9F1C6" w:rsidR="0000425F" w:rsidRPr="00E826B5" w:rsidRDefault="00E826B5" w:rsidP="00E826B5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E826B5">
              <w:rPr>
                <w:rFonts w:cstheme="minorHAnsi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D247" w14:textId="77777777" w:rsidR="0000425F" w:rsidRPr="000855FF" w:rsidRDefault="0000425F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CE74" w14:textId="77777777" w:rsidR="0000425F" w:rsidRPr="000855FF" w:rsidRDefault="0000425F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F7C1" w14:textId="77777777" w:rsidR="0000425F" w:rsidRPr="000855FF" w:rsidRDefault="0000425F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740776E" w14:textId="1ACF769C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691BCF4A" w:rsidR="000855F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EC3028" w14:textId="77777777" w:rsidR="000430C0" w:rsidRPr="00D8588E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lang w:eastAsia="pl-PL"/>
        </w:rPr>
      </w:pPr>
    </w:p>
    <w:p w14:paraId="6A6A7D4C" w14:textId="11E27182" w:rsidR="000855FF" w:rsidRPr="000430C0" w:rsidRDefault="000855FF" w:rsidP="000430C0">
      <w:pPr>
        <w:spacing w:before="120" w:line="276" w:lineRule="auto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E826B5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E826B5">
      <w:pPr>
        <w:pStyle w:val="Akapitzlist"/>
        <w:spacing w:before="120" w:after="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8CA96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E0F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F5F970F" w14:textId="77777777" w:rsidR="000430C0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F78AE2E" w:rsidR="00347E8D" w:rsidRPr="000430C0" w:rsidRDefault="00190E0F" w:rsidP="00582CE9">
          <w:pPr>
            <w:suppressAutoHyphens/>
            <w:ind w:right="187"/>
            <w:rPr>
              <w:b/>
              <w:sz w:val="20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1E695E">
            <w:rPr>
              <w:rFonts w:asciiTheme="majorHAnsi" w:hAnsiTheme="majorHAnsi"/>
              <w:color w:val="000000" w:themeColor="text1"/>
              <w:sz w:val="14"/>
              <w:szCs w:val="18"/>
            </w:rPr>
            <w:t>0118</w:t>
          </w:r>
          <w:r w:rsidR="00D7286B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F83D9B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93126808">
    <w:abstractNumId w:val="18"/>
  </w:num>
  <w:num w:numId="2" w16cid:durableId="719088237">
    <w:abstractNumId w:val="7"/>
  </w:num>
  <w:num w:numId="3" w16cid:durableId="1383484316">
    <w:abstractNumId w:val="12"/>
  </w:num>
  <w:num w:numId="4" w16cid:durableId="1414859438">
    <w:abstractNumId w:val="20"/>
  </w:num>
  <w:num w:numId="5" w16cid:durableId="909387983">
    <w:abstractNumId w:val="18"/>
  </w:num>
  <w:num w:numId="6" w16cid:durableId="1317300329">
    <w:abstractNumId w:val="18"/>
  </w:num>
  <w:num w:numId="7" w16cid:durableId="290407781">
    <w:abstractNumId w:val="3"/>
  </w:num>
  <w:num w:numId="8" w16cid:durableId="394165872">
    <w:abstractNumId w:val="28"/>
  </w:num>
  <w:num w:numId="9" w16cid:durableId="409428570">
    <w:abstractNumId w:val="16"/>
  </w:num>
  <w:num w:numId="10" w16cid:durableId="2041585024">
    <w:abstractNumId w:val="4"/>
  </w:num>
  <w:num w:numId="11" w16cid:durableId="19858336">
    <w:abstractNumId w:val="13"/>
  </w:num>
  <w:num w:numId="12" w16cid:durableId="1710298021">
    <w:abstractNumId w:val="11"/>
  </w:num>
  <w:num w:numId="13" w16cid:durableId="1522670992">
    <w:abstractNumId w:val="27"/>
  </w:num>
  <w:num w:numId="14" w16cid:durableId="84032768">
    <w:abstractNumId w:val="22"/>
  </w:num>
  <w:num w:numId="15" w16cid:durableId="439837617">
    <w:abstractNumId w:val="15"/>
  </w:num>
  <w:num w:numId="16" w16cid:durableId="1898009936">
    <w:abstractNumId w:val="9"/>
  </w:num>
  <w:num w:numId="17" w16cid:durableId="645280050">
    <w:abstractNumId w:val="5"/>
  </w:num>
  <w:num w:numId="18" w16cid:durableId="4056886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160798">
    <w:abstractNumId w:val="0"/>
  </w:num>
  <w:num w:numId="20" w16cid:durableId="403720391">
    <w:abstractNumId w:val="29"/>
  </w:num>
  <w:num w:numId="21" w16cid:durableId="706297268">
    <w:abstractNumId w:val="1"/>
  </w:num>
  <w:num w:numId="22" w16cid:durableId="2125494803">
    <w:abstractNumId w:val="14"/>
  </w:num>
  <w:num w:numId="23" w16cid:durableId="1777864179">
    <w:abstractNumId w:val="10"/>
  </w:num>
  <w:num w:numId="24" w16cid:durableId="145434337">
    <w:abstractNumId w:val="21"/>
  </w:num>
  <w:num w:numId="25" w16cid:durableId="624503806">
    <w:abstractNumId w:val="25"/>
  </w:num>
  <w:num w:numId="26" w16cid:durableId="1769961826">
    <w:abstractNumId w:val="2"/>
  </w:num>
  <w:num w:numId="27" w16cid:durableId="1159733769">
    <w:abstractNumId w:val="24"/>
  </w:num>
  <w:num w:numId="28" w16cid:durableId="2080590382">
    <w:abstractNumId w:val="23"/>
  </w:num>
  <w:num w:numId="29" w16cid:durableId="17167316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40828147">
    <w:abstractNumId w:val="19"/>
  </w:num>
  <w:num w:numId="31" w16cid:durableId="1067340256">
    <w:abstractNumId w:val="17"/>
  </w:num>
  <w:num w:numId="32" w16cid:durableId="392968456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425F"/>
    <w:rsid w:val="0000772B"/>
    <w:rsid w:val="00013A18"/>
    <w:rsid w:val="00015893"/>
    <w:rsid w:val="0002424F"/>
    <w:rsid w:val="00027947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C6AB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0E0F"/>
    <w:rsid w:val="00192A23"/>
    <w:rsid w:val="001974F6"/>
    <w:rsid w:val="001A4996"/>
    <w:rsid w:val="001B0061"/>
    <w:rsid w:val="001D1A8B"/>
    <w:rsid w:val="001D2EB1"/>
    <w:rsid w:val="001E695E"/>
    <w:rsid w:val="001E7E73"/>
    <w:rsid w:val="001F3242"/>
    <w:rsid w:val="001F3600"/>
    <w:rsid w:val="001F3F20"/>
    <w:rsid w:val="001F737A"/>
    <w:rsid w:val="002067F1"/>
    <w:rsid w:val="00224257"/>
    <w:rsid w:val="00225770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396A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974EB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7530C"/>
    <w:rsid w:val="007817DA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690"/>
    <w:rsid w:val="007C67FA"/>
    <w:rsid w:val="007C7E6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5D8B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25AD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FD7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B4DC8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6F6"/>
    <w:rsid w:val="00CD2022"/>
    <w:rsid w:val="00CE2F55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E1789"/>
    <w:rsid w:val="00DE2A42"/>
    <w:rsid w:val="00DE3208"/>
    <w:rsid w:val="00DE5745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826B5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051F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3D9B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118 - Załącznik nr 8 do SWZ - Wykaz Osób.docx</dmsv2BaseFileName>
    <dmsv2BaseDisplayName xmlns="http://schemas.microsoft.com/sharepoint/v3">118 - Załącznik nr 8 do SWZ - Wykaz Osób</dmsv2BaseDisplayName>
    <dmsv2SWPP2ObjectNumber xmlns="http://schemas.microsoft.com/sharepoint/v3">POST/DYS/OB/GZ/00118/2026                         </dmsv2SWPP2ObjectNumber>
    <dmsv2SWPP2SumMD5 xmlns="http://schemas.microsoft.com/sharepoint/v3">ae0e69c3a7baa0c3bd23888d25b61321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703726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24147363</dmsv2BaseClientSystemDocumentID>
    <dmsv2BaseModifiedByID xmlns="http://schemas.microsoft.com/sharepoint/v3">11527177</dmsv2BaseModifiedByID>
    <dmsv2BaseCreatedByID xmlns="http://schemas.microsoft.com/sharepoint/v3">11527177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JEUP5JKVCYQC-1092029480-16138</_dlc_DocId>
    <_dlc_DocIdUrl xmlns="a19cb1c7-c5c7-46d4-85ae-d83685407bba">
      <Url>https://swpp2.dms.gkpge.pl/sites/41/_layouts/15/DocIdRedir.aspx?ID=JEUP5JKVCYQC-1092029480-16138</Url>
      <Description>JEUP5JKVCYQC-1092029480-16138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19cb1c7-c5c7-46d4-85ae-d83685407bba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09F886-7256-453A-BC44-45BBA31C0C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158CC7-04D1-4BAB-9846-1FD3A368C454}"/>
</file>

<file path=customXml/itemProps5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14</TotalTime>
  <Pages>2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Węclewicz Michał [PGE Dystr. O.Białystok]</cp:lastModifiedBy>
  <cp:revision>8</cp:revision>
  <cp:lastPrinted>2024-07-15T11:21:00Z</cp:lastPrinted>
  <dcterms:created xsi:type="dcterms:W3CDTF">2025-10-17T08:08:00Z</dcterms:created>
  <dcterms:modified xsi:type="dcterms:W3CDTF">2026-01-19T12:41:00Z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af29fefb-2329-4bec-baf3-bba93fe1cd16</vt:lpwstr>
  </property>
</Properties>
</file>